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5E32F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Pr="00636D5C">
              <w:rPr>
                <w:rFonts w:ascii="Arial" w:hAnsi="Arial" w:cs="Arial"/>
                <w:sz w:val="20"/>
                <w:lang w:val="en-GB"/>
              </w:rPr>
              <w:t>15-</w:t>
            </w:r>
            <w:r w:rsidR="005E32FB">
              <w:rPr>
                <w:rFonts w:ascii="Arial" w:hAnsi="Arial" w:cs="Arial"/>
                <w:sz w:val="20"/>
                <w:lang w:val="en-GB"/>
              </w:rPr>
              <w:t>102</w:t>
            </w:r>
          </w:p>
        </w:tc>
      </w:tr>
      <w:tr w:rsidR="009568F7" w:rsidRPr="00FE6DC0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36D5C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ab/>
            </w:r>
            <w:r w:rsidR="00D2467E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636D5C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>
              <w:rPr>
                <w:rFonts w:ascii="Arial" w:hAnsi="Arial" w:cs="Arial"/>
                <w:sz w:val="20"/>
                <w:lang w:val="en-GB"/>
              </w:rPr>
              <w:t>12</w:t>
            </w:r>
            <w:r w:rsidR="00D2467E">
              <w:rPr>
                <w:rFonts w:ascii="Arial" w:hAnsi="Arial" w:cs="Arial"/>
                <w:sz w:val="20"/>
                <w:lang w:val="en-GB"/>
              </w:rPr>
              <w:br/>
            </w:r>
            <w:r w:rsidRPr="00636D5C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636D5C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ab/>
            </w:r>
            <w:r w:rsidR="00D2467E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636D5C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636D5C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636D5C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636D5C" w:rsidRDefault="00F26F77" w:rsidP="00D75938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>Date:</w:t>
            </w:r>
            <w:r w:rsidRPr="00636D5C">
              <w:rPr>
                <w:rFonts w:ascii="Arial" w:hAnsi="Arial" w:cs="Arial"/>
                <w:sz w:val="20"/>
                <w:lang w:val="en-GB"/>
              </w:rPr>
              <w:tab/>
            </w:r>
            <w:r w:rsidR="00D75938">
              <w:rPr>
                <w:rFonts w:ascii="Arial" w:hAnsi="Arial" w:cs="Arial"/>
                <w:sz w:val="20"/>
                <w:lang w:val="en-GB"/>
              </w:rPr>
              <w:t>12</w:t>
            </w:r>
            <w:r w:rsidR="005E32FB">
              <w:rPr>
                <w:rFonts w:ascii="Arial" w:hAnsi="Arial" w:cs="Arial"/>
                <w:sz w:val="20"/>
                <w:lang w:val="en-GB"/>
              </w:rPr>
              <w:t>-10</w:t>
            </w:r>
            <w:r w:rsidRPr="00636D5C">
              <w:rPr>
                <w:rFonts w:ascii="Arial" w:hAnsi="Arial" w:cs="Arial"/>
                <w:sz w:val="20"/>
                <w:lang w:val="en-GB"/>
              </w:rPr>
              <w:t>-201</w:t>
            </w:r>
            <w:r w:rsidR="00387A0E" w:rsidRPr="00636D5C">
              <w:rPr>
                <w:rFonts w:ascii="Arial" w:hAnsi="Arial" w:cs="Arial"/>
                <w:sz w:val="20"/>
                <w:lang w:val="en-GB"/>
              </w:rPr>
              <w:t>5</w:t>
            </w:r>
          </w:p>
        </w:tc>
      </w:tr>
      <w:tr w:rsidR="009568F7" w:rsidRPr="00AC2B56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5E6ED6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1</w:t>
      </w:r>
      <w:r w:rsidR="008D7CCA">
        <w:rPr>
          <w:rFonts w:ascii="Arial" w:hAnsi="Arial" w:cs="Arial"/>
          <w:b/>
          <w:sz w:val="20"/>
          <w:lang w:val="en-US"/>
        </w:rPr>
        <w:t>5</w:t>
      </w:r>
      <w:r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>Wadden Sea Board (WSB 1</w:t>
      </w:r>
      <w:r w:rsidR="008D7CCA">
        <w:rPr>
          <w:rFonts w:ascii="Arial" w:hAnsi="Arial" w:cs="Arial"/>
          <w:b/>
          <w:sz w:val="20"/>
          <w:lang w:val="en-US"/>
        </w:rPr>
        <w:t>5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), </w:t>
      </w:r>
      <w:r w:rsidR="008D7CCA">
        <w:rPr>
          <w:rFonts w:ascii="Arial" w:hAnsi="Arial" w:cs="Arial"/>
          <w:b/>
          <w:sz w:val="20"/>
          <w:lang w:val="en-US"/>
        </w:rPr>
        <w:t>04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 </w:t>
      </w:r>
      <w:r w:rsidR="008D7CCA">
        <w:rPr>
          <w:rFonts w:ascii="Arial" w:hAnsi="Arial" w:cs="Arial"/>
          <w:b/>
          <w:bCs/>
          <w:sz w:val="20"/>
          <w:lang w:val="en-US"/>
        </w:rPr>
        <w:t>November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 2015, </w:t>
      </w:r>
      <w:r w:rsidR="008D7CCA">
        <w:rPr>
          <w:rFonts w:ascii="Arial" w:hAnsi="Arial" w:cs="Arial"/>
          <w:b/>
          <w:bCs/>
          <w:sz w:val="20"/>
          <w:lang w:val="en-US"/>
        </w:rPr>
        <w:t>Wilhelmshaven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D70B4B">
        <w:rPr>
          <w:rFonts w:ascii="Arial" w:hAnsi="Arial" w:cs="Arial"/>
          <w:sz w:val="20"/>
          <w:lang w:val="en-US"/>
        </w:rPr>
        <w:t xml:space="preserve">to the </w:t>
      </w:r>
      <w:r w:rsidR="0066796A" w:rsidRPr="00D66864">
        <w:rPr>
          <w:rFonts w:ascii="Arial" w:hAnsi="Arial" w:cs="Arial"/>
          <w:b/>
          <w:sz w:val="20"/>
          <w:lang w:val="en-US"/>
        </w:rPr>
        <w:t>1</w:t>
      </w:r>
      <w:r w:rsidR="008D7CCA">
        <w:rPr>
          <w:rFonts w:ascii="Arial" w:hAnsi="Arial" w:cs="Arial"/>
          <w:b/>
          <w:sz w:val="20"/>
          <w:lang w:val="en-US"/>
        </w:rPr>
        <w:t>5</w:t>
      </w:r>
      <w:r w:rsidR="0066796A" w:rsidRPr="00D66864">
        <w:rPr>
          <w:rFonts w:ascii="Arial" w:hAnsi="Arial" w:cs="Arial"/>
          <w:b/>
          <w:sz w:val="20"/>
          <w:lang w:val="en-US"/>
        </w:rPr>
        <w:t xml:space="preserve">th Meeting of the </w:t>
      </w:r>
      <w:r w:rsidRPr="00D66864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D66864">
        <w:rPr>
          <w:rFonts w:ascii="Arial" w:hAnsi="Arial" w:cs="Arial"/>
          <w:b/>
          <w:sz w:val="20"/>
          <w:szCs w:val="20"/>
          <w:lang w:val="en-US"/>
        </w:rPr>
        <w:t>Board</w:t>
      </w:r>
      <w:r w:rsidR="0066796A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E1791F" w:rsidRPr="00E1791F" w:rsidRDefault="0032714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</w:t>
      </w:r>
      <w:r w:rsidR="009B03B8">
        <w:rPr>
          <w:rFonts w:ascii="Arial" w:hAnsi="Arial" w:cs="Arial"/>
          <w:sz w:val="20"/>
          <w:szCs w:val="20"/>
          <w:lang w:val="en-US"/>
        </w:rPr>
        <w:t xml:space="preserve"> meeting will take place in </w:t>
      </w:r>
      <w:r>
        <w:rPr>
          <w:rFonts w:ascii="Arial" w:hAnsi="Arial" w:cs="Arial"/>
          <w:sz w:val="20"/>
          <w:szCs w:val="20"/>
          <w:lang w:val="en-US"/>
        </w:rPr>
        <w:t>Wilhelmshave</w:t>
      </w:r>
      <w:r w:rsidR="009B03B8">
        <w:rPr>
          <w:rFonts w:ascii="Arial" w:hAnsi="Arial" w:cs="Arial"/>
          <w:sz w:val="20"/>
          <w:szCs w:val="20"/>
          <w:lang w:val="en-US"/>
        </w:rPr>
        <w:t xml:space="preserve">n </w:t>
      </w:r>
      <w:r w:rsidR="00D66864">
        <w:rPr>
          <w:rFonts w:ascii="Arial" w:hAnsi="Arial" w:cs="Arial"/>
          <w:sz w:val="20"/>
          <w:szCs w:val="20"/>
          <w:lang w:val="en-US"/>
        </w:rPr>
        <w:t>o</w:t>
      </w:r>
      <w:r w:rsidR="0066796A">
        <w:rPr>
          <w:rFonts w:ascii="Arial" w:hAnsi="Arial" w:cs="Arial"/>
          <w:sz w:val="20"/>
          <w:szCs w:val="20"/>
          <w:lang w:val="en-US"/>
        </w:rPr>
        <w:t xml:space="preserve">n </w:t>
      </w:r>
      <w:r w:rsidR="008D7CCA" w:rsidRPr="008D7CCA">
        <w:rPr>
          <w:rFonts w:ascii="Arial" w:hAnsi="Arial" w:cs="Arial"/>
          <w:b/>
          <w:sz w:val="20"/>
          <w:szCs w:val="20"/>
          <w:lang w:val="en-US"/>
        </w:rPr>
        <w:t>4 November</w:t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t xml:space="preserve"> 2015</w:t>
      </w:r>
      <w:r w:rsidR="009B03B8">
        <w:rPr>
          <w:rFonts w:ascii="Arial" w:hAnsi="Arial" w:cs="Arial"/>
          <w:b/>
          <w:sz w:val="20"/>
          <w:szCs w:val="20"/>
          <w:lang w:val="en-US"/>
        </w:rPr>
        <w:t xml:space="preserve">. </w:t>
      </w:r>
    </w:p>
    <w:p w:rsidR="009B03B8" w:rsidRDefault="009B03B8" w:rsidP="009B03B8">
      <w:pPr>
        <w:rPr>
          <w:rFonts w:ascii="Arial" w:hAnsi="Arial" w:cs="Arial"/>
          <w:sz w:val="20"/>
          <w:szCs w:val="20"/>
          <w:lang w:val="en-US" w:eastAsia="da-DK"/>
        </w:rPr>
      </w:pPr>
      <w:r w:rsidRPr="00587D20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587D20">
        <w:rPr>
          <w:rFonts w:ascii="Arial" w:hAnsi="Arial" w:cs="Arial"/>
          <w:sz w:val="20"/>
          <w:szCs w:val="20"/>
          <w:lang w:val="en-US"/>
        </w:rPr>
        <w:t xml:space="preserve">will commence </w:t>
      </w:r>
      <w:r w:rsidR="00CB71A4" w:rsidRPr="00587D20">
        <w:rPr>
          <w:rFonts w:ascii="Arial" w:hAnsi="Arial" w:cs="Arial"/>
          <w:sz w:val="20"/>
          <w:szCs w:val="20"/>
          <w:lang w:val="en-US"/>
        </w:rPr>
        <w:t xml:space="preserve">on </w:t>
      </w:r>
      <w:r w:rsidR="008D7CCA" w:rsidRPr="00587D20">
        <w:rPr>
          <w:rFonts w:ascii="Arial" w:hAnsi="Arial" w:cs="Arial"/>
          <w:b/>
          <w:sz w:val="20"/>
          <w:szCs w:val="20"/>
          <w:lang w:val="en-US"/>
        </w:rPr>
        <w:t>4</w:t>
      </w:r>
      <w:r w:rsidR="00E1791F" w:rsidRPr="00587D2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7CCA" w:rsidRPr="00587D20">
        <w:rPr>
          <w:rFonts w:ascii="Arial" w:hAnsi="Arial" w:cs="Arial"/>
          <w:b/>
          <w:sz w:val="20"/>
          <w:szCs w:val="20"/>
          <w:lang w:val="en-US"/>
        </w:rPr>
        <w:t xml:space="preserve">November </w:t>
      </w:r>
      <w:r w:rsidR="00D2467E" w:rsidRPr="00587D20">
        <w:rPr>
          <w:rFonts w:ascii="Arial" w:hAnsi="Arial" w:cs="Arial"/>
          <w:b/>
          <w:sz w:val="20"/>
          <w:szCs w:val="20"/>
          <w:lang w:val="en-US"/>
        </w:rPr>
        <w:t xml:space="preserve">2015, </w:t>
      </w:r>
      <w:r w:rsidR="004E7681" w:rsidRPr="00587D20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D75938" w:rsidRPr="00587D20">
        <w:rPr>
          <w:rFonts w:ascii="Arial" w:hAnsi="Arial" w:cs="Arial"/>
          <w:b/>
          <w:sz w:val="20"/>
          <w:szCs w:val="20"/>
          <w:lang w:val="en-US"/>
        </w:rPr>
        <w:t>10</w:t>
      </w:r>
      <w:r w:rsidR="0066796A" w:rsidRPr="00587D20">
        <w:rPr>
          <w:rFonts w:ascii="Arial" w:hAnsi="Arial" w:cs="Arial"/>
          <w:b/>
          <w:sz w:val="20"/>
          <w:szCs w:val="20"/>
          <w:lang w:val="en-US"/>
        </w:rPr>
        <w:t>:00</w:t>
      </w:r>
      <w:r w:rsidR="005A27EE" w:rsidRPr="00587D20">
        <w:rPr>
          <w:rFonts w:ascii="Arial" w:hAnsi="Arial" w:cs="Arial"/>
          <w:b/>
          <w:sz w:val="20"/>
          <w:szCs w:val="20"/>
          <w:lang w:val="en-US"/>
        </w:rPr>
        <w:t>h</w:t>
      </w:r>
      <w:r w:rsidR="00D2467E" w:rsidRPr="00587D20">
        <w:rPr>
          <w:rFonts w:ascii="Arial" w:hAnsi="Arial" w:cs="Arial"/>
          <w:sz w:val="20"/>
          <w:szCs w:val="20"/>
          <w:lang w:val="en-US"/>
        </w:rPr>
        <w:t xml:space="preserve"> and is scheduled to end </w:t>
      </w:r>
      <w:r w:rsidRPr="00587D20">
        <w:rPr>
          <w:rFonts w:ascii="Arial" w:hAnsi="Arial" w:cs="Arial"/>
          <w:sz w:val="20"/>
          <w:szCs w:val="20"/>
          <w:lang w:val="en-US"/>
        </w:rPr>
        <w:t>no later than</w:t>
      </w:r>
      <w:r w:rsidR="00D2467E" w:rsidRPr="00587D20">
        <w:rPr>
          <w:rFonts w:ascii="Arial" w:hAnsi="Arial" w:cs="Arial"/>
          <w:sz w:val="20"/>
          <w:szCs w:val="20"/>
          <w:lang w:val="en-US"/>
        </w:rPr>
        <w:t xml:space="preserve"> </w:t>
      </w:r>
      <w:r w:rsidR="00587D20" w:rsidRPr="00587D20">
        <w:rPr>
          <w:rFonts w:ascii="Arial" w:hAnsi="Arial" w:cs="Arial"/>
          <w:b/>
          <w:sz w:val="20"/>
          <w:szCs w:val="20"/>
          <w:lang w:val="en-US"/>
        </w:rPr>
        <w:t>16</w:t>
      </w:r>
      <w:r w:rsidR="0066796A" w:rsidRPr="00587D20">
        <w:rPr>
          <w:rFonts w:ascii="Arial" w:hAnsi="Arial" w:cs="Arial"/>
          <w:b/>
          <w:sz w:val="20"/>
          <w:szCs w:val="20"/>
          <w:lang w:val="en-US"/>
        </w:rPr>
        <w:t>:00</w:t>
      </w:r>
      <w:r w:rsidR="005A27EE" w:rsidRPr="00587D20">
        <w:rPr>
          <w:rFonts w:ascii="Arial" w:hAnsi="Arial" w:cs="Arial"/>
          <w:b/>
          <w:sz w:val="20"/>
          <w:szCs w:val="20"/>
          <w:lang w:val="en-US"/>
        </w:rPr>
        <w:t>h</w:t>
      </w:r>
      <w:r w:rsidR="00D2467E" w:rsidRPr="00587D20">
        <w:rPr>
          <w:rFonts w:ascii="Arial" w:hAnsi="Arial" w:cs="Arial"/>
          <w:b/>
          <w:sz w:val="20"/>
          <w:szCs w:val="20"/>
          <w:lang w:val="en-US"/>
        </w:rPr>
        <w:t>.</w:t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0B7C18" w:rsidRPr="0066796A">
        <w:rPr>
          <w:rFonts w:ascii="Arial" w:hAnsi="Arial" w:cs="Arial"/>
          <w:sz w:val="20"/>
          <w:szCs w:val="20"/>
          <w:lang w:val="en-US" w:eastAsia="da-DK"/>
        </w:rPr>
        <w:t xml:space="preserve">Depending on the WSB members’ interest </w:t>
      </w:r>
      <w:r w:rsidR="00F04121">
        <w:rPr>
          <w:rFonts w:ascii="Arial" w:hAnsi="Arial" w:cs="Arial"/>
          <w:sz w:val="20"/>
          <w:szCs w:val="20"/>
          <w:lang w:val="en-US" w:eastAsia="da-DK"/>
        </w:rPr>
        <w:t>the CWSS may organize</w:t>
      </w:r>
      <w:r w:rsidR="00D2467E" w:rsidRPr="0066796A">
        <w:rPr>
          <w:rFonts w:ascii="Arial" w:hAnsi="Arial" w:cs="Arial"/>
          <w:sz w:val="20"/>
          <w:szCs w:val="20"/>
          <w:lang w:val="en-US" w:eastAsia="da-DK"/>
        </w:rPr>
        <w:t xml:space="preserve"> a </w:t>
      </w:r>
      <w:r w:rsidR="00D2467E" w:rsidRPr="002D635B">
        <w:rPr>
          <w:rFonts w:ascii="Arial" w:hAnsi="Arial" w:cs="Arial"/>
          <w:b/>
          <w:sz w:val="20"/>
          <w:szCs w:val="20"/>
          <w:lang w:val="en-US" w:eastAsia="da-DK"/>
        </w:rPr>
        <w:t>join</w:t>
      </w:r>
      <w:r w:rsidR="00D70B4B" w:rsidRPr="002D635B">
        <w:rPr>
          <w:rFonts w:ascii="Arial" w:hAnsi="Arial" w:cs="Arial"/>
          <w:b/>
          <w:sz w:val="20"/>
          <w:szCs w:val="20"/>
          <w:lang w:val="en-US" w:eastAsia="da-DK"/>
        </w:rPr>
        <w:t>t dinner</w:t>
      </w:r>
      <w:r w:rsidR="0066796A" w:rsidRPr="002D635B">
        <w:rPr>
          <w:rFonts w:ascii="Arial" w:hAnsi="Arial" w:cs="Arial"/>
          <w:b/>
          <w:sz w:val="20"/>
          <w:szCs w:val="20"/>
          <w:lang w:val="en-US" w:eastAsia="da-DK"/>
        </w:rPr>
        <w:t xml:space="preserve"> in town on the evening of</w:t>
      </w:r>
      <w:r w:rsidR="00D70B4B" w:rsidRPr="002D635B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D9406C" w:rsidRPr="001E56CA">
        <w:rPr>
          <w:rFonts w:ascii="Arial" w:hAnsi="Arial" w:cs="Arial"/>
          <w:b/>
          <w:sz w:val="20"/>
          <w:szCs w:val="20"/>
          <w:lang w:val="en-US" w:eastAsia="da-DK"/>
        </w:rPr>
        <w:t>3</w:t>
      </w:r>
      <w:r w:rsidR="007C428F" w:rsidRPr="001E56CA">
        <w:rPr>
          <w:rFonts w:ascii="Arial" w:hAnsi="Arial" w:cs="Arial"/>
          <w:b/>
          <w:sz w:val="20"/>
          <w:szCs w:val="20"/>
          <w:lang w:val="en-US" w:eastAsia="da-DK"/>
        </w:rPr>
        <w:t xml:space="preserve"> November</w:t>
      </w:r>
      <w:r w:rsidR="00D70B4B" w:rsidRPr="001E56CA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D70B4B" w:rsidRPr="001E56CA">
        <w:rPr>
          <w:rFonts w:ascii="Arial" w:hAnsi="Arial" w:cs="Arial"/>
          <w:sz w:val="20"/>
          <w:szCs w:val="20"/>
          <w:lang w:val="en-US" w:eastAsia="da-DK"/>
        </w:rPr>
        <w:t>(at</w:t>
      </w:r>
      <w:r w:rsidR="00D2467E" w:rsidRPr="001E56CA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66796A" w:rsidRPr="001E56CA">
        <w:rPr>
          <w:rFonts w:ascii="Arial" w:hAnsi="Arial" w:cs="Arial"/>
          <w:sz w:val="20"/>
          <w:szCs w:val="20"/>
          <w:lang w:val="en-US" w:eastAsia="da-DK"/>
        </w:rPr>
        <w:t>Delegates’</w:t>
      </w:r>
      <w:r w:rsidR="0066796A" w:rsidRPr="003C1A45">
        <w:rPr>
          <w:rFonts w:ascii="Arial" w:hAnsi="Arial" w:cs="Arial"/>
          <w:sz w:val="20"/>
          <w:szCs w:val="20"/>
          <w:lang w:val="en-US" w:eastAsia="da-DK"/>
        </w:rPr>
        <w:t xml:space="preserve"> own expense</w:t>
      </w:r>
      <w:r w:rsidR="00D2467E" w:rsidRPr="003C1A45">
        <w:rPr>
          <w:rFonts w:ascii="Arial" w:hAnsi="Arial" w:cs="Arial"/>
          <w:sz w:val="20"/>
          <w:szCs w:val="20"/>
          <w:lang w:val="en-US" w:eastAsia="da-DK"/>
        </w:rPr>
        <w:t>)</w:t>
      </w:r>
      <w:r w:rsidRPr="003C1A45">
        <w:rPr>
          <w:rFonts w:ascii="Arial" w:hAnsi="Arial" w:cs="Arial"/>
          <w:sz w:val="20"/>
          <w:szCs w:val="20"/>
          <w:lang w:val="en-US" w:eastAsia="da-DK"/>
        </w:rPr>
        <w:t>.</w:t>
      </w:r>
      <w:r w:rsidR="0066796A">
        <w:rPr>
          <w:rFonts w:ascii="Arial" w:hAnsi="Arial" w:cs="Arial"/>
          <w:sz w:val="20"/>
          <w:szCs w:val="20"/>
          <w:lang w:val="en-US" w:eastAsia="da-DK"/>
        </w:rPr>
        <w:t xml:space="preserve"> </w:t>
      </w:r>
    </w:p>
    <w:p w:rsidR="009B03B8" w:rsidRDefault="009B03B8" w:rsidP="009B03B8">
      <w:pPr>
        <w:rPr>
          <w:rFonts w:ascii="Arial" w:hAnsi="Arial" w:cs="Arial"/>
          <w:sz w:val="20"/>
          <w:szCs w:val="20"/>
          <w:lang w:val="en-US" w:eastAsia="da-DK"/>
        </w:rPr>
      </w:pPr>
      <w:r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in the attached</w:t>
      </w:r>
      <w:r w:rsidR="003C1A45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CB71A4" w:rsidRDefault="00CB71A4" w:rsidP="00CB71A4">
      <w:pPr>
        <w:rPr>
          <w:rFonts w:ascii="Arial" w:hAnsi="Arial" w:cs="Arial"/>
          <w:sz w:val="20"/>
          <w:szCs w:val="20"/>
          <w:lang w:val="en-US" w:eastAsia="da-DK"/>
        </w:rPr>
      </w:pPr>
      <w:r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the attached registration form </w:t>
      </w:r>
      <w:r w:rsidRPr="002D635B">
        <w:rPr>
          <w:rFonts w:ascii="Arial" w:hAnsi="Arial" w:cs="Arial"/>
          <w:b/>
          <w:sz w:val="20"/>
          <w:szCs w:val="20"/>
          <w:lang w:val="en-US" w:eastAsia="da-DK"/>
        </w:rPr>
        <w:t xml:space="preserve">no later </w:t>
      </w:r>
      <w:r w:rsidRPr="00D75938">
        <w:rPr>
          <w:rFonts w:ascii="Arial" w:hAnsi="Arial" w:cs="Arial"/>
          <w:b/>
          <w:sz w:val="20"/>
          <w:szCs w:val="20"/>
          <w:lang w:val="en-US" w:eastAsia="da-DK"/>
        </w:rPr>
        <w:t xml:space="preserve">than </w:t>
      </w:r>
      <w:r w:rsidR="00D75938" w:rsidRPr="00D75938">
        <w:rPr>
          <w:rFonts w:ascii="Arial" w:hAnsi="Arial" w:cs="Arial"/>
          <w:b/>
          <w:sz w:val="20"/>
          <w:szCs w:val="20"/>
          <w:lang w:val="en-US" w:eastAsia="da-DK"/>
        </w:rPr>
        <w:t>23</w:t>
      </w:r>
      <w:r w:rsidR="007C428F" w:rsidRPr="00D75938">
        <w:rPr>
          <w:rFonts w:ascii="Arial" w:hAnsi="Arial" w:cs="Arial"/>
          <w:b/>
          <w:sz w:val="20"/>
          <w:szCs w:val="20"/>
          <w:lang w:val="en-US" w:eastAsia="da-DK"/>
        </w:rPr>
        <w:t xml:space="preserve"> October</w:t>
      </w:r>
      <w:r w:rsidR="007C428F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2D635B">
        <w:rPr>
          <w:rFonts w:ascii="Arial" w:hAnsi="Arial" w:cs="Arial"/>
          <w:b/>
          <w:sz w:val="20"/>
          <w:szCs w:val="20"/>
          <w:lang w:val="en-US" w:eastAsia="da-DK"/>
        </w:rPr>
        <w:t>2015,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also indicating whether you wish to attend the dinner on the evening </w:t>
      </w:r>
      <w:r w:rsidRPr="001E56CA">
        <w:rPr>
          <w:rFonts w:ascii="Arial" w:hAnsi="Arial" w:cs="Arial"/>
          <w:sz w:val="20"/>
          <w:szCs w:val="20"/>
          <w:lang w:val="en-US" w:eastAsia="da-DK"/>
        </w:rPr>
        <w:t xml:space="preserve">of </w:t>
      </w:r>
      <w:r w:rsidR="00D9406C" w:rsidRPr="001E56CA">
        <w:rPr>
          <w:rFonts w:ascii="Arial" w:hAnsi="Arial" w:cs="Arial"/>
          <w:sz w:val="20"/>
          <w:szCs w:val="20"/>
          <w:lang w:val="en-US" w:eastAsia="da-DK"/>
        </w:rPr>
        <w:t>3</w:t>
      </w:r>
      <w:r w:rsidR="007C428F" w:rsidRPr="001E56CA">
        <w:rPr>
          <w:rFonts w:ascii="Arial" w:hAnsi="Arial" w:cs="Arial"/>
          <w:sz w:val="20"/>
          <w:szCs w:val="20"/>
          <w:lang w:val="en-US" w:eastAsia="da-DK"/>
        </w:rPr>
        <w:t xml:space="preserve"> November</w:t>
      </w:r>
      <w:r w:rsidRPr="001E56CA">
        <w:rPr>
          <w:rFonts w:ascii="Arial" w:hAnsi="Arial" w:cs="Arial"/>
          <w:sz w:val="20"/>
          <w:szCs w:val="20"/>
          <w:lang w:val="en-US" w:eastAsia="da-DK"/>
        </w:rPr>
        <w:t xml:space="preserve"> 2015.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</w:p>
    <w:p w:rsidR="000B2E14" w:rsidRDefault="000B2E1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from the CWSS website.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0B2E14" w:rsidRDefault="000B2E14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CB71A4" w:rsidRDefault="00CB71A4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2D635B" w:rsidRDefault="00D2467E" w:rsidP="00465C9A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lang w:val="en-GB" w:eastAsia="de-DE"/>
        </w:rPr>
      </w:pPr>
      <w:r w:rsidRPr="002D635B">
        <w:rPr>
          <w:rFonts w:ascii="Arial" w:eastAsia="Times New Roman" w:hAnsi="Arial" w:cs="Arial"/>
          <w:b/>
          <w:lang w:val="en-GB" w:eastAsia="de-DE"/>
        </w:rPr>
        <w:lastRenderedPageBreak/>
        <w:t>WADDEN SEA BOARD: Members and Advisors</w:t>
      </w:r>
    </w:p>
    <w:p w:rsidR="00607E62" w:rsidRPr="004F4AF5" w:rsidRDefault="00607E62" w:rsidP="00607E62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07E62" w:rsidRPr="004F4AF5" w:rsidTr="00473001">
        <w:tc>
          <w:tcPr>
            <w:tcW w:w="9212" w:type="dxa"/>
            <w:gridSpan w:val="2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607E62" w:rsidRPr="00AC2B56" w:rsidTr="00473001">
        <w:tc>
          <w:tcPr>
            <w:tcW w:w="4210" w:type="dxa"/>
          </w:tcPr>
          <w:p w:rsidR="00607E62" w:rsidRPr="00391ADE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607E62" w:rsidRPr="00EC58B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proofErr w:type="spellStart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</w:t>
            </w:r>
            <w:proofErr w:type="spellEnd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UR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607E62" w:rsidRPr="00C411B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- 6700 AB </w:t>
            </w:r>
            <w:proofErr w:type="spellStart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Wageningen</w:t>
            </w:r>
            <w:proofErr w:type="spellEnd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 NL</w:t>
            </w:r>
          </w:p>
          <w:p w:rsidR="00607E62" w:rsidRPr="00391ADE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E-Mail: </w:t>
            </w:r>
            <w:r w:rsidR="00AC2B56" w:rsidRPr="00AC2B56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  <w:t>coverdaas@icloud.com</w:t>
            </w:r>
          </w:p>
        </w:tc>
        <w:tc>
          <w:tcPr>
            <w:tcW w:w="5002" w:type="dxa"/>
          </w:tcPr>
          <w:p w:rsidR="00607E62" w:rsidRPr="00AC2B56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607E62" w:rsidRPr="004F4AF5" w:rsidTr="00473001">
        <w:tc>
          <w:tcPr>
            <w:tcW w:w="9212" w:type="dxa"/>
            <w:gridSpan w:val="2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607E62" w:rsidRPr="00391ADE" w:rsidTr="00473001">
        <w:trPr>
          <w:trHeight w:val="2021"/>
        </w:trPr>
        <w:tc>
          <w:tcPr>
            <w:tcW w:w="4210" w:type="dxa"/>
          </w:tcPr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Jaap </w:t>
            </w:r>
            <w:proofErr w:type="spellStart"/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Verhulst</w:t>
            </w:r>
            <w:proofErr w:type="spellEnd"/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607E62" w:rsidRPr="008522F2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  <w:t xml:space="preserve"> </w:t>
            </w:r>
            <w:hyperlink r:id="rId8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607E62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Klaas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Kielstra</w:t>
            </w:r>
            <w:proofErr w:type="spellEnd"/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Deputy Province of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Fryslân</w:t>
            </w:r>
            <w:proofErr w:type="spellEnd"/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Dutch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Provinces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20120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- 8900 HM Leeuwarden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652479408</w:t>
            </w:r>
            <w:bookmarkStart w:id="0" w:name="_GoBack"/>
            <w:bookmarkEnd w:id="0"/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Mobile: +31 </w:t>
            </w:r>
          </w:p>
          <w:p w:rsidR="00607E62" w:rsidRPr="00E9714D" w:rsidRDefault="00607E62" w:rsidP="004730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E-Mail: </w:t>
            </w:r>
            <w:hyperlink r:id="rId9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secr.gs.kielstra@fryslan.nl</w:t>
              </w:r>
            </w:hyperlink>
          </w:p>
        </w:tc>
      </w:tr>
      <w:tr w:rsidR="00607E62" w:rsidRPr="003B12D4" w:rsidTr="00473001">
        <w:tc>
          <w:tcPr>
            <w:tcW w:w="4210" w:type="dxa"/>
          </w:tcPr>
          <w:p w:rsidR="00607E62" w:rsidRPr="000276D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</w:t>
            </w:r>
            <w:proofErr w:type="spellStart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Els</w:t>
            </w:r>
            <w:proofErr w:type="spellEnd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van </w:t>
            </w:r>
            <w:proofErr w:type="spellStart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Grol</w:t>
            </w:r>
            <w:proofErr w:type="spellEnd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</w:p>
          <w:p w:rsidR="00607E62" w:rsidRPr="000276D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Public Works and Water Management</w:t>
            </w:r>
          </w:p>
          <w:p w:rsidR="00607E62" w:rsidRPr="000276D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 Noord-Nederland</w:t>
            </w: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2301 </w:t>
            </w:r>
          </w:p>
          <w:p w:rsidR="00607E62" w:rsidRDefault="00607E62" w:rsidP="0047300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- 8901 JH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Leeuwarden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</w:p>
          <w:p w:rsidR="00607E62" w:rsidRPr="00C411B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E-M</w:t>
            </w:r>
            <w:r w:rsidRPr="00FF35E7">
              <w:rPr>
                <w:rFonts w:ascii="Arial" w:hAnsi="Arial" w:cs="Arial"/>
                <w:sz w:val="18"/>
                <w:szCs w:val="18"/>
              </w:rPr>
              <w:t xml:space="preserve">ail: </w:t>
            </w:r>
            <w:hyperlink r:id="rId10" w:history="1">
              <w:r w:rsidRPr="00FF35E7">
                <w:rPr>
                  <w:rStyle w:val="Hyperlink"/>
                  <w:rFonts w:ascii="Arial" w:hAnsi="Arial" w:cs="Arial"/>
                  <w:sz w:val="18"/>
                  <w:szCs w:val="18"/>
                </w:rPr>
                <w:t>els.van.grol@rws.nl</w:t>
              </w:r>
            </w:hyperlink>
          </w:p>
        </w:tc>
        <w:tc>
          <w:tcPr>
            <w:tcW w:w="5002" w:type="dxa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Albert de Hoop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Mayor of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Gemeente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Postbus 22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- 9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160 AA Hollum - Ameland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Phone: +31 519 5555 501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Mobile: +31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 xml:space="preserve"> </w:t>
            </w:r>
            <w:r w:rsidRPr="005B0CB8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654293290</w:t>
            </w:r>
          </w:p>
          <w:p w:rsidR="00607E62" w:rsidRPr="00D96F4A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 xml:space="preserve">E-Mail: </w:t>
            </w:r>
            <w:r>
              <w:fldChar w:fldCharType="begin"/>
            </w:r>
            <w:r>
              <w:instrText xml:space="preserve"> HYPERLINK "mailto:adehoop@ameland.nl" </w:instrText>
            </w:r>
            <w:r>
              <w:fldChar w:fldCharType="separate"/>
            </w:r>
            <w:r w:rsidRPr="00D96F4A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adehoop@ameland.nl</w:t>
            </w:r>
            <w:r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fldChar w:fldCharType="end"/>
            </w:r>
          </w:p>
        </w:tc>
      </w:tr>
      <w:tr w:rsidR="00607E62" w:rsidRPr="003B12D4" w:rsidTr="00473001">
        <w:tc>
          <w:tcPr>
            <w:tcW w:w="9212" w:type="dxa"/>
            <w:gridSpan w:val="2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607E62" w:rsidRPr="00AC2B56" w:rsidTr="00473001">
        <w:tc>
          <w:tcPr>
            <w:tcW w:w="4210" w:type="dxa"/>
          </w:tcPr>
          <w:p w:rsidR="00607E62" w:rsidRPr="00FC2757" w:rsidRDefault="00607E62" w:rsidP="00473001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Nature Conservation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</w:t>
            </w:r>
            <w:r w:rsidR="00E12A0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="00E12A0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(BMUB)</w:t>
            </w:r>
          </w:p>
          <w:p w:rsidR="00607E62" w:rsidRPr="00AC2B56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AC2B5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607E62" w:rsidRPr="00AC2B56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AC2B5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607E62" w:rsidRPr="00FC2757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FC2757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+49 228</w:t>
            </w:r>
            <w:r w:rsidR="00644D1F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99 305 26</w:t>
            </w:r>
            <w:r w:rsidR="00E12A0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05</w:t>
            </w:r>
          </w:p>
          <w:p w:rsidR="00607E62" w:rsidRPr="00644D1F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644D1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644D1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Pr="00644D1F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607E62" w:rsidRPr="00FC2757" w:rsidRDefault="00607E62" w:rsidP="00473001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Vera </w:t>
            </w:r>
            <w:proofErr w:type="spellStart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Knoke</w:t>
            </w:r>
            <w:proofErr w:type="spellEnd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 of Energy Transition, Agriculture, Environment and Rural Areas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Mercatorstrasse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 - 24106 Kiel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(0) 431-988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Fax: +49 (0) 431-988-615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  <w:t xml:space="preserve"> </w:t>
            </w:r>
            <w:hyperlink r:id="rId12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vera.knoke@melur.landsh.de</w:t>
              </w:r>
            </w:hyperlink>
          </w:p>
          <w:p w:rsidR="00607E62" w:rsidRPr="00FC2757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</w:tr>
      <w:tr w:rsidR="00607E62" w:rsidRPr="004F4AF5" w:rsidTr="00473001">
        <w:tc>
          <w:tcPr>
            <w:tcW w:w="4210" w:type="dxa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</w:t>
            </w:r>
            <w:proofErr w:type="spellStart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Hebbelmann</w:t>
            </w:r>
            <w:proofErr w:type="spellEnd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 +49 177 899 5055 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E-Mail: </w:t>
            </w:r>
            <w:hyperlink r:id="rId13" w:history="1">
              <w:r w:rsidRPr="00484670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607E62" w:rsidRPr="00EC58B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C58B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 </w:t>
            </w:r>
            <w:proofErr w:type="spellStart"/>
            <w:r w:rsidRPr="00EC58B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Gabanyi</w:t>
            </w:r>
            <w:proofErr w:type="spellEnd"/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Straße 19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607E62" w:rsidRPr="00824638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+49 177 899 5055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ail: </w:t>
            </w:r>
            <w:r w:rsidRPr="00824638">
              <w:rPr>
                <w:rStyle w:val="Hyperlink"/>
                <w:rFonts w:ascii="Arial" w:hAnsi="Arial" w:cs="Arial"/>
                <w:sz w:val="18"/>
                <w:szCs w:val="18"/>
                <w:lang w:eastAsia="de-DE"/>
              </w:rPr>
              <w:t>Hans.Gabanyi@bue.hamburg.de</w:t>
            </w:r>
          </w:p>
        </w:tc>
      </w:tr>
      <w:tr w:rsidR="00607E62" w:rsidRPr="004F4AF5" w:rsidTr="00473001">
        <w:tc>
          <w:tcPr>
            <w:tcW w:w="9212" w:type="dxa"/>
            <w:gridSpan w:val="2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607E62" w:rsidRPr="00644D1F" w:rsidTr="00473001">
        <w:tc>
          <w:tcPr>
            <w:tcW w:w="4210" w:type="dxa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Peter </w:t>
            </w:r>
            <w:proofErr w:type="spellStart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Ilsøe</w:t>
            </w:r>
            <w:proofErr w:type="spellEnd"/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the Environment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Nature Agency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t xml:space="preserve">Haraldsgade 53 </w:t>
            </w: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72 54 36 20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23 20 72 42</w:t>
            </w:r>
          </w:p>
          <w:p w:rsidR="00607E62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14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pil@nst.dk</w:t>
              </w:r>
            </w:hyperlink>
          </w:p>
          <w:p w:rsidR="008D7CCA" w:rsidRPr="004F4AF5" w:rsidRDefault="008D7CCA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002" w:type="dxa"/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Bent Rasmussen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Head of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Divison</w:t>
            </w:r>
            <w:proofErr w:type="spellEnd"/>
          </w:p>
          <w:p w:rsidR="00607E62" w:rsidRPr="00C77E97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Nature Agency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br/>
            </w:r>
            <w:proofErr w:type="spellStart"/>
            <w:r w:rsidRPr="00C77E97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Skovridervej</w:t>
            </w:r>
            <w:proofErr w:type="spellEnd"/>
            <w:r w:rsidRPr="00C77E97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 xml:space="preserve"> 3,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>DK - 6510 Gram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+45 73 51 44 66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22 59 38 05</w:t>
            </w:r>
          </w:p>
          <w:p w:rsidR="00607E62" w:rsidRPr="00AC2B56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15" w:history="1">
              <w:r w:rsidRPr="00AC2B56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brasm@nst.dk</w:t>
              </w:r>
            </w:hyperlink>
          </w:p>
        </w:tc>
      </w:tr>
      <w:tr w:rsidR="00607E62" w:rsidRPr="007023F3" w:rsidTr="00473001">
        <w:tc>
          <w:tcPr>
            <w:tcW w:w="4210" w:type="dxa"/>
          </w:tcPr>
          <w:p w:rsidR="008D7CCA" w:rsidRDefault="00607E62" w:rsidP="008D7CCA">
            <w:pPr>
              <w:spacing w:after="240"/>
              <w:rPr>
                <w:rStyle w:val="Hyperlink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96F4A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 w:rsidRPr="00783BC6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Janne</w:t>
            </w:r>
            <w:proofErr w:type="spellEnd"/>
            <w:r w:rsidRPr="00783BC6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783BC6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J.Liburd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 xml:space="preserve">Professor, </w:t>
            </w:r>
            <w:proofErr w:type="spellStart"/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D.Phil</w:t>
            </w:r>
            <w:proofErr w:type="spellEnd"/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, PhD, Department of Design and Communication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br/>
            </w:r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Director, Centre for Tourism, Innovation and Culture</w:t>
            </w:r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br/>
            </w:r>
            <w:proofErr w:type="spellStart"/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Universitetsparken</w:t>
            </w:r>
            <w:proofErr w:type="spellEnd"/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 xml:space="preserve"> 1, DK-6000 Kolding</w:t>
            </w:r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br/>
              <w:t xml:space="preserve">Phone: </w:t>
            </w:r>
            <w:hyperlink r:id="rId16" w:history="1">
              <w:r w:rsidRPr="00F63310">
                <w:rPr>
                  <w:rFonts w:ascii="Arial" w:eastAsia="Times New Roman" w:hAnsi="Arial" w:cs="Arial"/>
                  <w:sz w:val="16"/>
                  <w:szCs w:val="16"/>
                  <w:lang w:val="en-US" w:eastAsia="de-DE"/>
                </w:rPr>
                <w:t>+45 6550 1576</w:t>
              </w:r>
            </w:hyperlink>
            <w:r w:rsidRPr="00F63310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br/>
              <w:t xml:space="preserve">Mobile: </w:t>
            </w:r>
            <w:hyperlink r:id="rId17" w:history="1">
              <w:r w:rsidRPr="00F63310">
                <w:rPr>
                  <w:rFonts w:ascii="Arial" w:eastAsia="Times New Roman" w:hAnsi="Arial" w:cs="Arial"/>
                  <w:sz w:val="16"/>
                  <w:szCs w:val="16"/>
                  <w:lang w:val="en-US" w:eastAsia="de-DE"/>
                </w:rPr>
                <w:t>+45 2813 9918</w:t>
              </w:r>
            </w:hyperlink>
            <w:r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br/>
            </w:r>
            <w:r w:rsidRPr="00F63310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>E-Mail</w:t>
            </w:r>
            <w:r w:rsidRPr="00F63310">
              <w:rPr>
                <w:rFonts w:ascii="Arial" w:eastAsia="Times New Roman" w:hAnsi="Arial" w:cs="Arial"/>
                <w:color w:val="0000FF"/>
                <w:sz w:val="16"/>
                <w:szCs w:val="16"/>
                <w:lang w:val="en-US" w:eastAsia="de-DE"/>
              </w:rPr>
              <w:t>:</w:t>
            </w:r>
            <w:r w:rsidRPr="00C77E97">
              <w:rPr>
                <w:color w:val="1F497D"/>
                <w:sz w:val="16"/>
                <w:szCs w:val="16"/>
                <w:lang w:val="en-US"/>
              </w:rPr>
              <w:t xml:space="preserve"> </w:t>
            </w:r>
            <w:hyperlink r:id="rId18" w:history="1">
              <w:r w:rsidRPr="00F6331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liburd@sdu.dk</w:t>
              </w:r>
            </w:hyperlink>
          </w:p>
          <w:p w:rsidR="00607E62" w:rsidRPr="00954955" w:rsidRDefault="00607E62" w:rsidP="008D7CC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B50A74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lastRenderedPageBreak/>
              <w:t>Advisors WSF</w:t>
            </w:r>
          </w:p>
        </w:tc>
        <w:tc>
          <w:tcPr>
            <w:tcW w:w="5002" w:type="dxa"/>
          </w:tcPr>
          <w:p w:rsidR="00607E62" w:rsidRPr="007023F3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lastRenderedPageBreak/>
              <w:t xml:space="preserve">Ms Christina </w:t>
            </w:r>
            <w:proofErr w:type="spellStart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Egsvang</w:t>
            </w:r>
            <w:proofErr w:type="spellEnd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Føns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Environmental Executive 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Esbjerg </w:t>
            </w:r>
            <w:proofErr w:type="spellStart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Kommune</w:t>
            </w:r>
            <w:proofErr w:type="spellEnd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Torvegade</w:t>
            </w:r>
            <w:proofErr w:type="spellEnd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74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DK-6700 Esbjerg      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76161399</w:t>
            </w:r>
          </w:p>
          <w:p w:rsidR="00607E62" w:rsidRPr="007023F3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023F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Mobile: +45 </w:t>
            </w:r>
          </w:p>
          <w:p w:rsidR="00607E62" w:rsidRPr="007023F3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ail: </w:t>
            </w:r>
            <w:hyperlink r:id="rId19" w:history="1">
              <w:r w:rsidRPr="007023F3">
                <w:rPr>
                  <w:rStyle w:val="Hyperlink"/>
                  <w:rFonts w:ascii="Arial" w:hAnsi="Arial" w:cs="Arial"/>
                  <w:sz w:val="18"/>
                  <w:szCs w:val="18"/>
                </w:rPr>
                <w:t>chfns@esbjergkommune.dk</w:t>
              </w:r>
            </w:hyperlink>
          </w:p>
        </w:tc>
      </w:tr>
      <w:tr w:rsidR="00607E62" w:rsidRPr="004F4AF5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lastRenderedPageBreak/>
              <w:t>Mr Henk Staghouwer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607E62" w:rsidRPr="00D96F4A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0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Mr</w:t>
            </w:r>
            <w:proofErr w:type="spellEnd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Michael Zettlitzer </w:t>
            </w:r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RWE </w:t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Dea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AG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40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607E62" w:rsidRPr="00D96F4A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D96F4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D96F4A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607E62" w:rsidRPr="00843191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607E62" w:rsidRPr="00644D1F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A6765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</w:t>
            </w: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r Hans-Ulrich Rösner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Head of the </w:t>
            </w:r>
            <w:proofErr w:type="spellStart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Office,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3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1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5669A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Society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PO Box  90 </w:t>
            </w:r>
          </w:p>
          <w:p w:rsidR="00607E62" w:rsidRPr="00A6765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607E62" w:rsidRPr="00A6765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51 749 3640</w:t>
            </w:r>
          </w:p>
          <w:p w:rsidR="00607E62" w:rsidRPr="00A6765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Mobile: +31 6 13 54 9964</w:t>
            </w:r>
          </w:p>
          <w:p w:rsidR="00607E62" w:rsidRPr="00A6765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E-Mail: </w:t>
            </w:r>
            <w:hyperlink r:id="rId22" w:history="1">
              <w:r w:rsidRPr="00A67651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verheij@waddenvereniging.nl</w:t>
              </w:r>
            </w:hyperlink>
          </w:p>
          <w:p w:rsidR="00607E62" w:rsidRPr="00843191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  <w:tr w:rsidR="00607E62" w:rsidRPr="00A67651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8B288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607E62" w:rsidRPr="00AC2B56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Common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Secretariat</w:t>
            </w:r>
          </w:p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607E62" w:rsidRPr="00AC2B56" w:rsidTr="00473001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62" w:rsidRPr="004F4AF5" w:rsidRDefault="00607E62" w:rsidP="0047300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</w:tbl>
    <w:p w:rsidR="00607E62" w:rsidRDefault="00607E62" w:rsidP="00607E62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607E62" w:rsidRDefault="00607E62" w:rsidP="00607E62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23"/>
          <w:headerReference w:type="first" r:id="rId24"/>
          <w:footerReference w:type="first" r:id="rId25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26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DB7" w:rsidRDefault="004A0DB7" w:rsidP="008E42FD">
      <w:pPr>
        <w:spacing w:after="0" w:line="240" w:lineRule="auto"/>
      </w:pPr>
      <w:r>
        <w:separator/>
      </w:r>
    </w:p>
  </w:endnote>
  <w:endnote w:type="continuationSeparator" w:id="0">
    <w:p w:rsidR="004A0DB7" w:rsidRDefault="004A0DB7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0F382D23" wp14:editId="79285800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8146E1A" wp14:editId="32D0AEB1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DB7" w:rsidRDefault="004A0DB7" w:rsidP="008E42FD">
      <w:pPr>
        <w:spacing w:after="0" w:line="240" w:lineRule="auto"/>
      </w:pPr>
      <w:r>
        <w:separator/>
      </w:r>
    </w:p>
  </w:footnote>
  <w:footnote w:type="continuationSeparator" w:id="0">
    <w:p w:rsidR="004A0DB7" w:rsidRDefault="004A0DB7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BC4F25C" wp14:editId="6D927EB9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741CF"/>
    <w:rsid w:val="000974D5"/>
    <w:rsid w:val="000B2E14"/>
    <w:rsid w:val="000B7C18"/>
    <w:rsid w:val="00173CA6"/>
    <w:rsid w:val="001A25C2"/>
    <w:rsid w:val="001B62B8"/>
    <w:rsid w:val="001E56CA"/>
    <w:rsid w:val="00204838"/>
    <w:rsid w:val="0023719B"/>
    <w:rsid w:val="002936A4"/>
    <w:rsid w:val="00293F25"/>
    <w:rsid w:val="0029649C"/>
    <w:rsid w:val="00297326"/>
    <w:rsid w:val="002D635B"/>
    <w:rsid w:val="002F64F7"/>
    <w:rsid w:val="0032714C"/>
    <w:rsid w:val="00383559"/>
    <w:rsid w:val="00387A0E"/>
    <w:rsid w:val="00392628"/>
    <w:rsid w:val="003A720D"/>
    <w:rsid w:val="003C1A45"/>
    <w:rsid w:val="003E2EE9"/>
    <w:rsid w:val="00450A41"/>
    <w:rsid w:val="004619C7"/>
    <w:rsid w:val="00465C9A"/>
    <w:rsid w:val="00466270"/>
    <w:rsid w:val="004679E3"/>
    <w:rsid w:val="00480E6C"/>
    <w:rsid w:val="004A0DB7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607E62"/>
    <w:rsid w:val="00636D5C"/>
    <w:rsid w:val="00644D1F"/>
    <w:rsid w:val="0066796A"/>
    <w:rsid w:val="00674769"/>
    <w:rsid w:val="006F1704"/>
    <w:rsid w:val="007B297A"/>
    <w:rsid w:val="007C428F"/>
    <w:rsid w:val="007F0368"/>
    <w:rsid w:val="008712DD"/>
    <w:rsid w:val="00873B88"/>
    <w:rsid w:val="008A5817"/>
    <w:rsid w:val="008D4B35"/>
    <w:rsid w:val="008D7CCA"/>
    <w:rsid w:val="008E42FD"/>
    <w:rsid w:val="0091266B"/>
    <w:rsid w:val="009568F7"/>
    <w:rsid w:val="009B03B8"/>
    <w:rsid w:val="009B1FFC"/>
    <w:rsid w:val="009B4AA4"/>
    <w:rsid w:val="009D5D94"/>
    <w:rsid w:val="009E4CA3"/>
    <w:rsid w:val="009F2740"/>
    <w:rsid w:val="00A13736"/>
    <w:rsid w:val="00A169C3"/>
    <w:rsid w:val="00A21C93"/>
    <w:rsid w:val="00A25F98"/>
    <w:rsid w:val="00AC2B56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64EE"/>
    <w:rsid w:val="00CB71A4"/>
    <w:rsid w:val="00CC2B55"/>
    <w:rsid w:val="00D2467E"/>
    <w:rsid w:val="00D30ABA"/>
    <w:rsid w:val="00D66864"/>
    <w:rsid w:val="00D70B4B"/>
    <w:rsid w:val="00D75938"/>
    <w:rsid w:val="00D9406C"/>
    <w:rsid w:val="00DB70F0"/>
    <w:rsid w:val="00DE5501"/>
    <w:rsid w:val="00E12A09"/>
    <w:rsid w:val="00E1791F"/>
    <w:rsid w:val="00E2488F"/>
    <w:rsid w:val="00E315FD"/>
    <w:rsid w:val="00EA0CFD"/>
    <w:rsid w:val="00F04121"/>
    <w:rsid w:val="00F212F1"/>
    <w:rsid w:val="00F26F77"/>
    <w:rsid w:val="00F6141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erhulst2@minez.nl" TargetMode="External"/><Relationship Id="rId13" Type="http://schemas.openxmlformats.org/officeDocument/2006/relationships/hyperlink" Target="mailto:hubertus.hebbelmann@mu.niedersachsen.de" TargetMode="External"/><Relationship Id="rId18" Type="http://schemas.openxmlformats.org/officeDocument/2006/relationships/hyperlink" Target="mailto:liburd@sdu.dk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mailto:wwf.husumr@mac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vera.knoke@melur.landsh.de" TargetMode="External"/><Relationship Id="rId17" Type="http://schemas.openxmlformats.org/officeDocument/2006/relationships/hyperlink" Target="tel:+4528139918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tel:+4565501576" TargetMode="External"/><Relationship Id="rId20" Type="http://schemas.openxmlformats.org/officeDocument/2006/relationships/hyperlink" Target="mailto:h.staghouwer@provinciegroningen.n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ristiane.paulus@bmub.bund.d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brasm@nst.d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ls.van.grol@rws.nl" TargetMode="External"/><Relationship Id="rId19" Type="http://schemas.openxmlformats.org/officeDocument/2006/relationships/hyperlink" Target="mailto:chfns@esbjergkommune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.gs.kielstra@fryslan.nl" TargetMode="External"/><Relationship Id="rId14" Type="http://schemas.openxmlformats.org/officeDocument/2006/relationships/hyperlink" Target="mailto:pil@nst.dk" TargetMode="External"/><Relationship Id="rId22" Type="http://schemas.openxmlformats.org/officeDocument/2006/relationships/hyperlink" Target="mailto:verheij@waddenvereniging.n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1%20CWSS%20Internal\1.7%20Correspondence\1.7L%202015\cwss_en_template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cwss_en_template - Kopie.dotx</Template>
  <TotalTime>0</TotalTime>
  <Pages>4</Pages>
  <Words>766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12</cp:revision>
  <cp:lastPrinted>2015-01-22T07:13:00Z</cp:lastPrinted>
  <dcterms:created xsi:type="dcterms:W3CDTF">2015-10-06T09:30:00Z</dcterms:created>
  <dcterms:modified xsi:type="dcterms:W3CDTF">2015-10-21T07:38:00Z</dcterms:modified>
</cp:coreProperties>
</file>